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8940E" w14:textId="77777777" w:rsidR="00374962" w:rsidRDefault="00374962" w:rsidP="0037496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798C47FC" w14:textId="77777777" w:rsidR="00374962" w:rsidRDefault="0037496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3BEEF2F" w14:textId="4046DCAA" w:rsidR="0085747A" w:rsidRPr="00FA3DD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SYLABUS</w:t>
      </w:r>
    </w:p>
    <w:p w14:paraId="4EEAA0C3" w14:textId="4C7DCA19" w:rsidR="0085747A" w:rsidRPr="00FA3DD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  <w:r w:rsidR="004E182B" w:rsidRPr="00FA3DD6">
        <w:rPr>
          <w:rFonts w:ascii="Corbel" w:hAnsi="Corbel"/>
          <w:b/>
          <w:smallCaps/>
          <w:sz w:val="24"/>
          <w:szCs w:val="24"/>
        </w:rPr>
        <w:t xml:space="preserve">2020 - </w:t>
      </w:r>
      <w:r w:rsidR="0028353D" w:rsidRPr="00FA3DD6">
        <w:rPr>
          <w:rFonts w:ascii="Corbel" w:hAnsi="Corbel"/>
          <w:b/>
          <w:smallCaps/>
          <w:sz w:val="24"/>
          <w:szCs w:val="24"/>
        </w:rPr>
        <w:t>2025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47EE563" w14:textId="161CE798" w:rsidR="00445970" w:rsidRPr="00FA3DD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  <w:t xml:space="preserve">Rok akademicki   </w:t>
      </w:r>
      <w:r w:rsidR="007B60AA" w:rsidRPr="00FA3DD6">
        <w:rPr>
          <w:rFonts w:ascii="Corbel" w:hAnsi="Corbel"/>
          <w:sz w:val="24"/>
          <w:szCs w:val="24"/>
        </w:rPr>
        <w:t>2023/2024</w:t>
      </w:r>
    </w:p>
    <w:p w14:paraId="5332D484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0FA5B7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3DD6">
        <w:rPr>
          <w:rFonts w:ascii="Corbel" w:hAnsi="Corbel"/>
          <w:szCs w:val="24"/>
        </w:rPr>
        <w:t xml:space="preserve">1. </w:t>
      </w:r>
      <w:r w:rsidR="0085747A" w:rsidRPr="00FA3DD6">
        <w:rPr>
          <w:rFonts w:ascii="Corbel" w:hAnsi="Corbel"/>
          <w:szCs w:val="24"/>
        </w:rPr>
        <w:t xml:space="preserve">Podstawowe </w:t>
      </w:r>
      <w:r w:rsidR="00445970" w:rsidRPr="00FA3DD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3DD6" w14:paraId="1706C05D" w14:textId="77777777" w:rsidTr="005D32C3">
        <w:tc>
          <w:tcPr>
            <w:tcW w:w="2694" w:type="dxa"/>
            <w:vAlign w:val="center"/>
          </w:tcPr>
          <w:p w14:paraId="53554E8C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B32E60" w14:textId="5E883E49" w:rsidR="0085747A" w:rsidRPr="00FA3DD6" w:rsidRDefault="004E182B" w:rsidP="003F02B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dyrektywne w pracy z osobami ze spektrum autyzmu</w:t>
            </w:r>
          </w:p>
        </w:tc>
      </w:tr>
      <w:tr w:rsidR="0085747A" w:rsidRPr="00FA3DD6" w14:paraId="2F7168FE" w14:textId="77777777" w:rsidTr="005D32C3">
        <w:tc>
          <w:tcPr>
            <w:tcW w:w="2694" w:type="dxa"/>
            <w:vAlign w:val="center"/>
          </w:tcPr>
          <w:p w14:paraId="790E7F0E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2D4308" w14:textId="7B6BBABD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3DD6" w14:paraId="6A9C5486" w14:textId="77777777" w:rsidTr="005D32C3">
        <w:tc>
          <w:tcPr>
            <w:tcW w:w="2694" w:type="dxa"/>
            <w:vAlign w:val="center"/>
          </w:tcPr>
          <w:p w14:paraId="2CD59F02" w14:textId="77777777" w:rsidR="0085747A" w:rsidRPr="00FA3DD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3DD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41D530" w14:textId="3A016A4D" w:rsidR="0085747A" w:rsidRPr="00FA3DD6" w:rsidRDefault="007A265C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A3DD6" w14:paraId="1CD880B6" w14:textId="77777777" w:rsidTr="005D32C3">
        <w:tc>
          <w:tcPr>
            <w:tcW w:w="2694" w:type="dxa"/>
            <w:vAlign w:val="center"/>
          </w:tcPr>
          <w:p w14:paraId="0A637A77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5DDC48" w14:textId="0BAB2EE4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3DD6" w14:paraId="19445A38" w14:textId="77777777" w:rsidTr="005D32C3">
        <w:tc>
          <w:tcPr>
            <w:tcW w:w="2694" w:type="dxa"/>
            <w:vAlign w:val="center"/>
          </w:tcPr>
          <w:p w14:paraId="38CE95B1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517D64" w14:textId="4F3EE5AD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3DD6" w14:paraId="60EA28C9" w14:textId="77777777" w:rsidTr="005D32C3">
        <w:tc>
          <w:tcPr>
            <w:tcW w:w="2694" w:type="dxa"/>
            <w:vAlign w:val="center"/>
          </w:tcPr>
          <w:p w14:paraId="6E45D79B" w14:textId="77777777" w:rsidR="0085747A" w:rsidRPr="00FA3D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D372B" w14:textId="3AFDFCC8" w:rsidR="0085747A" w:rsidRPr="00FA3DD6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E182B" w:rsidRPr="00FA3DD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A3DD6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FA3DD6" w14:paraId="4302BB9C" w14:textId="77777777" w:rsidTr="005D32C3">
        <w:tc>
          <w:tcPr>
            <w:tcW w:w="2694" w:type="dxa"/>
            <w:vAlign w:val="center"/>
          </w:tcPr>
          <w:p w14:paraId="122BA1C1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930D2" w14:textId="7777777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A3DD6" w14:paraId="3B288C9B" w14:textId="77777777" w:rsidTr="005D32C3">
        <w:tc>
          <w:tcPr>
            <w:tcW w:w="2694" w:type="dxa"/>
            <w:vAlign w:val="center"/>
          </w:tcPr>
          <w:p w14:paraId="5AE428E9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02594B" w14:textId="7777777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A3DD6" w14:paraId="3630E9EC" w14:textId="77777777" w:rsidTr="005D32C3">
        <w:tc>
          <w:tcPr>
            <w:tcW w:w="2694" w:type="dxa"/>
            <w:vAlign w:val="center"/>
          </w:tcPr>
          <w:p w14:paraId="1DA6E19D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3DD6">
              <w:rPr>
                <w:rFonts w:ascii="Corbel" w:hAnsi="Corbel"/>
                <w:sz w:val="24"/>
                <w:szCs w:val="24"/>
              </w:rPr>
              <w:t>/y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2A0C91" w14:textId="347783B1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IV rok, 7 i 8</w:t>
            </w:r>
            <w:r w:rsidR="004D3057" w:rsidRPr="00FA3DD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4E182B" w:rsidRPr="00FA3DD6" w14:paraId="6B997C55" w14:textId="77777777" w:rsidTr="00C44284">
        <w:tc>
          <w:tcPr>
            <w:tcW w:w="2694" w:type="dxa"/>
            <w:vAlign w:val="center"/>
          </w:tcPr>
          <w:p w14:paraId="0D8AD502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221A7223" w14:textId="59ACA508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E.2. Przygotowanie dydaktyczno - metodyczne</w:t>
            </w:r>
          </w:p>
        </w:tc>
      </w:tr>
      <w:tr w:rsidR="004E182B" w:rsidRPr="00FA3DD6" w14:paraId="0F7A977E" w14:textId="77777777" w:rsidTr="005D32C3">
        <w:tc>
          <w:tcPr>
            <w:tcW w:w="2694" w:type="dxa"/>
            <w:vAlign w:val="center"/>
          </w:tcPr>
          <w:p w14:paraId="7A43BDFD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DC8F85" w14:textId="02E82655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182B" w:rsidRPr="00FA3DD6" w14:paraId="05DD02F2" w14:textId="77777777" w:rsidTr="005D32C3">
        <w:tc>
          <w:tcPr>
            <w:tcW w:w="2694" w:type="dxa"/>
            <w:vAlign w:val="center"/>
          </w:tcPr>
          <w:p w14:paraId="6D127CC3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92352" w14:textId="4068B971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5D32C3" w:rsidRPr="00FA3DD6" w14:paraId="19A53FBA" w14:textId="77777777" w:rsidTr="005D32C3">
        <w:tc>
          <w:tcPr>
            <w:tcW w:w="2694" w:type="dxa"/>
            <w:vAlign w:val="center"/>
          </w:tcPr>
          <w:p w14:paraId="0AC69EA9" w14:textId="77777777" w:rsidR="005D32C3" w:rsidRPr="00FA3DD6" w:rsidRDefault="005D32C3" w:rsidP="005D32C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C17B56" w14:textId="3CA07FF6" w:rsidR="005D32C3" w:rsidRPr="00FA3DD6" w:rsidRDefault="005D32C3" w:rsidP="005D3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738A7FDC" w14:textId="77777777" w:rsidR="0085747A" w:rsidRPr="00FA3DD6" w:rsidRDefault="0085747A" w:rsidP="004E182B">
      <w:pPr>
        <w:pStyle w:val="Podpunkty"/>
        <w:ind w:left="0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* </w:t>
      </w:r>
      <w:r w:rsidRPr="00FA3DD6">
        <w:rPr>
          <w:rFonts w:ascii="Corbel" w:hAnsi="Corbel"/>
          <w:i/>
          <w:sz w:val="24"/>
          <w:szCs w:val="24"/>
        </w:rPr>
        <w:t>-</w:t>
      </w:r>
      <w:r w:rsidR="00B90885" w:rsidRPr="00FA3DD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3DD6">
        <w:rPr>
          <w:rFonts w:ascii="Corbel" w:hAnsi="Corbel"/>
          <w:b w:val="0"/>
          <w:sz w:val="24"/>
          <w:szCs w:val="24"/>
        </w:rPr>
        <w:t>e,</w:t>
      </w:r>
      <w:r w:rsidRPr="00FA3DD6">
        <w:rPr>
          <w:rFonts w:ascii="Corbel" w:hAnsi="Corbel"/>
          <w:i/>
          <w:sz w:val="24"/>
          <w:szCs w:val="24"/>
        </w:rPr>
        <w:t xml:space="preserve"> </w:t>
      </w:r>
      <w:r w:rsidRPr="00FA3DD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3DD6">
        <w:rPr>
          <w:rFonts w:ascii="Corbel" w:hAnsi="Corbel"/>
          <w:b w:val="0"/>
          <w:i/>
          <w:sz w:val="24"/>
          <w:szCs w:val="24"/>
        </w:rPr>
        <w:t>w Jednostce</w:t>
      </w:r>
    </w:p>
    <w:p w14:paraId="23581698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67843D" w14:textId="77777777" w:rsidR="0085747A" w:rsidRPr="00FA3DD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1.</w:t>
      </w:r>
      <w:r w:rsidR="00E22FBC" w:rsidRPr="00FA3DD6">
        <w:rPr>
          <w:rFonts w:ascii="Corbel" w:hAnsi="Corbel"/>
          <w:sz w:val="24"/>
          <w:szCs w:val="24"/>
        </w:rPr>
        <w:t>1</w:t>
      </w:r>
      <w:r w:rsidRPr="00FA3DD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8C26B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6838F4" w:rsidRPr="00FA3DD6" w14:paraId="32462100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6DCB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Semestr</w:t>
            </w:r>
          </w:p>
          <w:p w14:paraId="161BE661" w14:textId="77777777" w:rsidR="00015B8F" w:rsidRPr="00FA3DD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(</w:t>
            </w:r>
            <w:r w:rsidR="00363F78" w:rsidRPr="00FA3DD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E4B7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1348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599E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DF89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5C25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B4F6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F9B7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ABBC" w14:textId="01C4BB8D" w:rsidR="00015B8F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255B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3DD6">
              <w:rPr>
                <w:rFonts w:ascii="Corbel" w:hAnsi="Corbel"/>
                <w:b/>
                <w:szCs w:val="24"/>
              </w:rPr>
              <w:t>Liczba pkt</w:t>
            </w:r>
            <w:r w:rsidR="00B90885" w:rsidRPr="00FA3DD6">
              <w:rPr>
                <w:rFonts w:ascii="Corbel" w:hAnsi="Corbel"/>
                <w:b/>
                <w:szCs w:val="24"/>
              </w:rPr>
              <w:t>.</w:t>
            </w:r>
            <w:r w:rsidRPr="00FA3DD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182B" w:rsidRPr="00FA3DD6" w14:paraId="772F9CDB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E1AB" w14:textId="78A1772A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2533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0BB0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49EF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3E59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C514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8E12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2167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5698" w14:textId="735BC053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C774" w14:textId="1D2CB201" w:rsidR="004E182B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</w:t>
            </w:r>
          </w:p>
        </w:tc>
      </w:tr>
      <w:tr w:rsidR="006838F4" w:rsidRPr="00FA3DD6" w14:paraId="1A877440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ED6F" w14:textId="59838D4C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9803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7904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64B3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DD21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F402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D355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3F38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0AED" w14:textId="26D0727B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2028" w14:textId="25C4924E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</w:t>
            </w:r>
          </w:p>
        </w:tc>
      </w:tr>
    </w:tbl>
    <w:p w14:paraId="5D2A685B" w14:textId="77777777" w:rsidR="00923D7D" w:rsidRPr="00FA3DD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9FB6D0" w14:textId="77777777" w:rsidR="0085747A" w:rsidRPr="00FA3DD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1.</w:t>
      </w:r>
      <w:r w:rsidR="00E22FBC" w:rsidRPr="00FA3DD6">
        <w:rPr>
          <w:rFonts w:ascii="Corbel" w:hAnsi="Corbel"/>
          <w:smallCaps w:val="0"/>
          <w:szCs w:val="24"/>
        </w:rPr>
        <w:t>2</w:t>
      </w:r>
      <w:r w:rsidR="00F83B28" w:rsidRPr="00FA3DD6">
        <w:rPr>
          <w:rFonts w:ascii="Corbel" w:hAnsi="Corbel"/>
          <w:smallCaps w:val="0"/>
          <w:szCs w:val="24"/>
        </w:rPr>
        <w:t>.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 xml:space="preserve">Sposób realizacji zajęć  </w:t>
      </w:r>
    </w:p>
    <w:p w14:paraId="20C0B108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eastAsia="MS Gothic" w:hAnsi="Corbel"/>
          <w:b w:val="0"/>
          <w:szCs w:val="24"/>
        </w:rPr>
        <w:sym w:font="Wingdings" w:char="F078"/>
      </w:r>
      <w:r w:rsidRPr="00FA3DD6">
        <w:rPr>
          <w:rFonts w:ascii="Corbel" w:eastAsia="MS Gothic" w:hAnsi="Corbel"/>
          <w:b w:val="0"/>
          <w:szCs w:val="24"/>
        </w:rPr>
        <w:t xml:space="preserve"> </w:t>
      </w:r>
      <w:r w:rsidRPr="00FA3DD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B5442E5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MS Gothic" w:eastAsia="MS Gothic" w:hAnsi="MS Gothic" w:cs="MS Gothic" w:hint="eastAsia"/>
          <w:b w:val="0"/>
          <w:szCs w:val="24"/>
        </w:rPr>
        <w:t>☐</w:t>
      </w:r>
      <w:r w:rsidRPr="00FA3DD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36B4E1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970D82" w14:textId="177A4225" w:rsidR="006838F4" w:rsidRPr="00FA3DD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1.3 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>For</w:t>
      </w:r>
      <w:r w:rsidR="00445970" w:rsidRPr="00FA3DD6">
        <w:rPr>
          <w:rFonts w:ascii="Corbel" w:hAnsi="Corbel"/>
          <w:smallCaps w:val="0"/>
          <w:szCs w:val="24"/>
        </w:rPr>
        <w:t xml:space="preserve">ma zaliczenia przedmiotu </w:t>
      </w:r>
      <w:r w:rsidRPr="00FA3DD6">
        <w:rPr>
          <w:rFonts w:ascii="Corbel" w:hAnsi="Corbel"/>
          <w:smallCaps w:val="0"/>
          <w:szCs w:val="24"/>
        </w:rPr>
        <w:t xml:space="preserve"> (z toku)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23C5F8CD" w14:textId="484833AC" w:rsidR="00E22FBC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</w:r>
      <w:r w:rsidR="00E22FBC" w:rsidRPr="00FA3DD6">
        <w:rPr>
          <w:rFonts w:ascii="Corbel" w:hAnsi="Corbel"/>
          <w:b w:val="0"/>
          <w:smallCaps w:val="0"/>
          <w:szCs w:val="24"/>
        </w:rPr>
        <w:t>zaliczeni</w:t>
      </w:r>
      <w:r w:rsidRPr="00FA3DD6">
        <w:rPr>
          <w:rFonts w:ascii="Corbel" w:hAnsi="Corbel"/>
          <w:b w:val="0"/>
          <w:smallCaps w:val="0"/>
          <w:szCs w:val="24"/>
        </w:rPr>
        <w:t>e z oceną</w:t>
      </w:r>
    </w:p>
    <w:p w14:paraId="7A0CD516" w14:textId="14F32A19" w:rsidR="006838F4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  <w:t>egzamin</w:t>
      </w:r>
    </w:p>
    <w:p w14:paraId="35D06B60" w14:textId="77777777" w:rsidR="00E960BB" w:rsidRPr="00FA3DD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42036" w14:textId="77777777" w:rsidR="00E960BB" w:rsidRPr="00FA3D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3DD6" w14:paraId="34108A6B" w14:textId="77777777" w:rsidTr="00745302">
        <w:tc>
          <w:tcPr>
            <w:tcW w:w="9670" w:type="dxa"/>
          </w:tcPr>
          <w:p w14:paraId="03BE3C00" w14:textId="23A41511" w:rsidR="0085747A" w:rsidRPr="00FA3DD6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</w:tc>
      </w:tr>
    </w:tbl>
    <w:p w14:paraId="6AECAA84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1419B3" w14:textId="68C9025E" w:rsidR="0085747A" w:rsidRPr="00FA3DD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>3.</w:t>
      </w:r>
      <w:r w:rsidR="0085747A" w:rsidRPr="00FA3DD6">
        <w:rPr>
          <w:rFonts w:ascii="Corbel" w:hAnsi="Corbel"/>
          <w:szCs w:val="24"/>
        </w:rPr>
        <w:t xml:space="preserve"> </w:t>
      </w:r>
      <w:r w:rsidR="00A84C85" w:rsidRPr="00FA3DD6">
        <w:rPr>
          <w:rFonts w:ascii="Corbel" w:hAnsi="Corbel"/>
          <w:szCs w:val="24"/>
        </w:rPr>
        <w:t>cele, efekty uczenia się</w:t>
      </w:r>
      <w:r w:rsidR="0085747A" w:rsidRPr="00FA3DD6">
        <w:rPr>
          <w:rFonts w:ascii="Corbel" w:hAnsi="Corbel"/>
          <w:szCs w:val="24"/>
        </w:rPr>
        <w:t xml:space="preserve"> , treści Programowe i stosowane metody Dydaktyczne</w:t>
      </w:r>
    </w:p>
    <w:p w14:paraId="2451A326" w14:textId="77777777" w:rsidR="004E3265" w:rsidRPr="00FA3DD6" w:rsidRDefault="004E3265" w:rsidP="009C54AE">
      <w:pPr>
        <w:pStyle w:val="Podpunkty"/>
        <w:rPr>
          <w:rFonts w:ascii="Corbel" w:hAnsi="Corbel"/>
          <w:sz w:val="24"/>
          <w:szCs w:val="24"/>
        </w:rPr>
      </w:pPr>
    </w:p>
    <w:p w14:paraId="29142B0C" w14:textId="77777777" w:rsidR="0085747A" w:rsidRPr="00FA3DD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FA3DD6">
        <w:rPr>
          <w:rFonts w:ascii="Corbel" w:hAnsi="Corbel"/>
          <w:sz w:val="24"/>
          <w:szCs w:val="24"/>
        </w:rPr>
        <w:t>Cele przedmiotu</w:t>
      </w:r>
    </w:p>
    <w:p w14:paraId="05C4232F" w14:textId="77777777" w:rsidR="00F83B28" w:rsidRPr="00FA3DD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FA3DD6" w14:paraId="5CC5318A" w14:textId="77777777" w:rsidTr="00641582">
        <w:tc>
          <w:tcPr>
            <w:tcW w:w="845" w:type="dxa"/>
            <w:vAlign w:val="center"/>
          </w:tcPr>
          <w:p w14:paraId="508681EA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332BE8E" w14:textId="58DD9A49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metod dyrektywnych w pracy z uczniem z ASD.</w:t>
            </w:r>
          </w:p>
        </w:tc>
      </w:tr>
      <w:tr w:rsidR="00641582" w:rsidRPr="00FA3DD6" w14:paraId="04E9741B" w14:textId="77777777" w:rsidTr="00641582">
        <w:tc>
          <w:tcPr>
            <w:tcW w:w="845" w:type="dxa"/>
            <w:vAlign w:val="center"/>
          </w:tcPr>
          <w:p w14:paraId="140A60D0" w14:textId="25CEEF1D" w:rsidR="00641582" w:rsidRPr="00FA3DD6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D30D1B1" w14:textId="4874D011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Zapoznanie z metodami terapii w oparciu o stosowaną analizę zachowania.</w:t>
            </w:r>
          </w:p>
        </w:tc>
      </w:tr>
      <w:tr w:rsidR="00641582" w:rsidRPr="00FA3DD6" w14:paraId="18F530A3" w14:textId="77777777" w:rsidTr="00641582">
        <w:tc>
          <w:tcPr>
            <w:tcW w:w="845" w:type="dxa"/>
            <w:vAlign w:val="center"/>
          </w:tcPr>
          <w:p w14:paraId="0B17EC94" w14:textId="43B05130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FDBA928" w14:textId="445EE515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Przygotowanie do prowadzenia zajęć terapeutycznych metodami stosowanej analizy zachowania.</w:t>
            </w:r>
          </w:p>
        </w:tc>
      </w:tr>
    </w:tbl>
    <w:p w14:paraId="11578D2C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CF8E0D" w14:textId="0C68A912" w:rsidR="001D7B54" w:rsidRPr="00FA3DD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3.2 </w:t>
      </w:r>
      <w:r w:rsidR="001D7B54" w:rsidRPr="00FA3DD6">
        <w:rPr>
          <w:rFonts w:ascii="Corbel" w:hAnsi="Corbel"/>
          <w:b/>
          <w:sz w:val="24"/>
          <w:szCs w:val="24"/>
        </w:rPr>
        <w:t xml:space="preserve">Efekty </w:t>
      </w:r>
      <w:r w:rsidR="00C05F44" w:rsidRPr="00FA3DD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3DD6">
        <w:rPr>
          <w:rFonts w:ascii="Corbel" w:hAnsi="Corbel"/>
          <w:b/>
          <w:sz w:val="24"/>
          <w:szCs w:val="24"/>
        </w:rPr>
        <w:t>dla przedmiotu</w:t>
      </w:r>
      <w:r w:rsidR="00445970" w:rsidRPr="00FA3DD6">
        <w:rPr>
          <w:rFonts w:ascii="Corbel" w:hAnsi="Corbel"/>
          <w:sz w:val="24"/>
          <w:szCs w:val="24"/>
        </w:rPr>
        <w:t xml:space="preserve"> </w:t>
      </w:r>
    </w:p>
    <w:p w14:paraId="262ADB94" w14:textId="77777777" w:rsidR="004D3057" w:rsidRPr="00FA3DD6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3057" w:rsidRPr="00FA3DD6" w14:paraId="2FD72B35" w14:textId="77777777" w:rsidTr="00A52107">
        <w:tc>
          <w:tcPr>
            <w:tcW w:w="1701" w:type="dxa"/>
            <w:vAlign w:val="center"/>
          </w:tcPr>
          <w:p w14:paraId="26A15503" w14:textId="02CCF892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EK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16472564" w14:textId="5EACE771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427223E0" w14:textId="023F9592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3D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057" w:rsidRPr="00FA3DD6" w14:paraId="638332C0" w14:textId="77777777" w:rsidTr="006838F4">
        <w:tc>
          <w:tcPr>
            <w:tcW w:w="1701" w:type="dxa"/>
          </w:tcPr>
          <w:p w14:paraId="6CA15A21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FA3DD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50BA7F1" w14:textId="3300C7E2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harakteryzuje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projektowania i prowadzenia badań nad zachowaniem dzieci i młodzieży z autyzmem oraz wybran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, technik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narzędziach ich kształtowania i modyfikowania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 xml:space="preserve"> w nurcie behawioralnym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73" w:type="dxa"/>
            <w:vAlign w:val="center"/>
          </w:tcPr>
          <w:p w14:paraId="2B367715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4D3057" w:rsidRPr="00FA3DD6" w14:paraId="4B46ABBC" w14:textId="77777777" w:rsidTr="006838F4">
        <w:tc>
          <w:tcPr>
            <w:tcW w:w="1701" w:type="dxa"/>
          </w:tcPr>
          <w:p w14:paraId="3B3ECC96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33B725A" w14:textId="2B8F060D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Om</w:t>
            </w:r>
            <w:r w:rsidR="00A52107" w:rsidRPr="00FA3DD6">
              <w:rPr>
                <w:rFonts w:ascii="Corbel" w:hAnsi="Corbel"/>
                <w:sz w:val="24"/>
                <w:szCs w:val="24"/>
              </w:rPr>
              <w:t>ówi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dyrektywn</w:t>
            </w:r>
            <w:r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terapii osób z autyzmem oraz wyjaśnia różne determinanty przebiegu procesów uczenia się w odniesieniu do współczesnego systemu kształcenia.</w:t>
            </w:r>
          </w:p>
        </w:tc>
        <w:tc>
          <w:tcPr>
            <w:tcW w:w="1873" w:type="dxa"/>
            <w:vAlign w:val="center"/>
          </w:tcPr>
          <w:p w14:paraId="4A9EDB0F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4D3057" w:rsidRPr="00FA3DD6" w14:paraId="51E30C08" w14:textId="77777777" w:rsidTr="006838F4">
        <w:tc>
          <w:tcPr>
            <w:tcW w:w="1701" w:type="dxa"/>
          </w:tcPr>
          <w:p w14:paraId="71372A9A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C6A57F2" w14:textId="28E7DB3E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 możliwości wykorzystania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 dyrektywn</w:t>
            </w:r>
            <w:r w:rsidRPr="00FA3DD6">
              <w:rPr>
                <w:rFonts w:ascii="Corbel" w:hAnsi="Corbel"/>
                <w:sz w:val="24"/>
                <w:szCs w:val="24"/>
              </w:rPr>
              <w:t>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pracy z uczniem z ASD w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placówkach oświatowych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46BCBE7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4D3057" w:rsidRPr="00FA3DD6" w14:paraId="0AEB6FF1" w14:textId="77777777" w:rsidTr="006838F4">
        <w:tc>
          <w:tcPr>
            <w:tcW w:w="1701" w:type="dxa"/>
          </w:tcPr>
          <w:p w14:paraId="0E5168F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6434D8AB" w14:textId="59A40501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okona oceny behawioralnej, a następnie dob</w:t>
            </w:r>
            <w:r w:rsidRPr="00FA3DD6">
              <w:rPr>
                <w:rFonts w:ascii="Corbel" w:hAnsi="Corbel"/>
                <w:sz w:val="24"/>
                <w:szCs w:val="24"/>
              </w:rPr>
              <w:t>ierze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odpowiednie procedury terapeutyczne w odniesieniu do stymulowanej sfery rozwoju.  </w:t>
            </w:r>
          </w:p>
        </w:tc>
        <w:tc>
          <w:tcPr>
            <w:tcW w:w="1873" w:type="dxa"/>
            <w:vAlign w:val="center"/>
          </w:tcPr>
          <w:p w14:paraId="5A690B82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4D3057" w:rsidRPr="00FA3DD6" w14:paraId="7D9FBCD7" w14:textId="77777777" w:rsidTr="006838F4">
        <w:tc>
          <w:tcPr>
            <w:tcW w:w="1701" w:type="dxa"/>
          </w:tcPr>
          <w:p w14:paraId="053231BE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1AAFA8C" w14:textId="7D407AEF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Sk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onstru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program terapii behawioralnej z wykorzystaniem aktualnej wiedzy na temat metod dyrektywnych.</w:t>
            </w:r>
          </w:p>
        </w:tc>
        <w:tc>
          <w:tcPr>
            <w:tcW w:w="1873" w:type="dxa"/>
            <w:vAlign w:val="center"/>
          </w:tcPr>
          <w:p w14:paraId="475AB35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4D3057" w:rsidRPr="00FA3DD6" w14:paraId="676F9B8F" w14:textId="77777777" w:rsidTr="006838F4">
        <w:tc>
          <w:tcPr>
            <w:tcW w:w="1701" w:type="dxa"/>
          </w:tcPr>
          <w:p w14:paraId="741C7DF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4184785" w14:textId="4A0354A8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327C590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4D3057" w:rsidRPr="00FA3DD6" w14:paraId="4DF6C1A3" w14:textId="77777777" w:rsidTr="006838F4">
        <w:tc>
          <w:tcPr>
            <w:tcW w:w="1701" w:type="dxa"/>
          </w:tcPr>
          <w:p w14:paraId="3FAFA42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0383E09" w14:textId="5558FC9A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ob</w:t>
            </w:r>
            <w:r w:rsidRPr="00FA3DD6">
              <w:rPr>
                <w:rFonts w:ascii="Corbel" w:hAnsi="Corbel"/>
                <w:sz w:val="24"/>
                <w:szCs w:val="24"/>
              </w:rPr>
              <w:t>ie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r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projekt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środki dydaktyczne wykorzystywane w terapii w sposób adekwatny do indywidualnych potrzeb i możliwości ucznia z ASD oraz dostos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strategie terapeutyczne.</w:t>
            </w:r>
          </w:p>
        </w:tc>
        <w:tc>
          <w:tcPr>
            <w:tcW w:w="1873" w:type="dxa"/>
            <w:vAlign w:val="center"/>
          </w:tcPr>
          <w:p w14:paraId="18B0B404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4D3057" w:rsidRPr="00FA3DD6" w14:paraId="32C61E4A" w14:textId="77777777" w:rsidTr="006838F4">
        <w:tc>
          <w:tcPr>
            <w:tcW w:w="1701" w:type="dxa"/>
          </w:tcPr>
          <w:p w14:paraId="0E6F6F4C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640D6B5B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Dostrzega moralne i etyczne problemy podczas planowania i realizacji zajęć edukacyjnych i rehabilitacyjnych metodami dyrektywnymi.</w:t>
            </w:r>
          </w:p>
        </w:tc>
        <w:tc>
          <w:tcPr>
            <w:tcW w:w="1873" w:type="dxa"/>
            <w:vAlign w:val="center"/>
          </w:tcPr>
          <w:p w14:paraId="71DC7D76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4D3057" w:rsidRPr="00FA3DD6" w14:paraId="2FC1672B" w14:textId="77777777" w:rsidTr="006838F4">
        <w:tc>
          <w:tcPr>
            <w:tcW w:w="1701" w:type="dxa"/>
          </w:tcPr>
          <w:p w14:paraId="7584D1A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036AD1AD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Scharakteryzuje znaczenie podejmowania współpracy z </w:t>
            </w: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33FA98B7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PS.K2.</w:t>
            </w:r>
          </w:p>
        </w:tc>
      </w:tr>
      <w:tr w:rsidR="004D3057" w:rsidRPr="00FA3DD6" w14:paraId="1A3B78B3" w14:textId="77777777" w:rsidTr="006838F4">
        <w:tc>
          <w:tcPr>
            <w:tcW w:w="1701" w:type="dxa"/>
          </w:tcPr>
          <w:p w14:paraId="299FA96D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EK_10</w:t>
            </w:r>
          </w:p>
        </w:tc>
        <w:tc>
          <w:tcPr>
            <w:tcW w:w="6096" w:type="dxa"/>
          </w:tcPr>
          <w:p w14:paraId="6D33750A" w14:textId="470FB958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nalizuje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znaczenie wsparcia edukacyjnego rodziny w procesie terapii metodami dyrektywnymi.</w:t>
            </w:r>
          </w:p>
        </w:tc>
        <w:tc>
          <w:tcPr>
            <w:tcW w:w="1873" w:type="dxa"/>
            <w:vAlign w:val="center"/>
          </w:tcPr>
          <w:p w14:paraId="6A1DF48B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D3057" w:rsidRPr="00FA3DD6" w14:paraId="3054BDB5" w14:textId="77777777" w:rsidTr="006838F4">
        <w:tc>
          <w:tcPr>
            <w:tcW w:w="1701" w:type="dxa"/>
          </w:tcPr>
          <w:p w14:paraId="76923CB2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632F786A" w14:textId="4146325F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znacznie wykorzystania metod dyrektywnych w terapii w celu podniesienia efektywności oddziaływań edukacyjno-terapeutycznych.</w:t>
            </w:r>
          </w:p>
        </w:tc>
        <w:tc>
          <w:tcPr>
            <w:tcW w:w="1873" w:type="dxa"/>
            <w:vAlign w:val="center"/>
          </w:tcPr>
          <w:p w14:paraId="2F2B6F2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</w:tbl>
    <w:bookmarkEnd w:id="1"/>
    <w:p w14:paraId="02531EA5" w14:textId="77777777" w:rsidR="0085747A" w:rsidRPr="00FA3DD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>3.3</w:t>
      </w:r>
      <w:r w:rsidR="001D7B54" w:rsidRPr="00FA3DD6">
        <w:rPr>
          <w:rFonts w:ascii="Corbel" w:hAnsi="Corbel"/>
          <w:b/>
          <w:sz w:val="24"/>
          <w:szCs w:val="24"/>
        </w:rPr>
        <w:t xml:space="preserve"> </w:t>
      </w:r>
      <w:r w:rsidR="0085747A" w:rsidRPr="00FA3DD6">
        <w:rPr>
          <w:rFonts w:ascii="Corbel" w:hAnsi="Corbel"/>
          <w:b/>
          <w:sz w:val="24"/>
          <w:szCs w:val="24"/>
        </w:rPr>
        <w:t>T</w:t>
      </w:r>
      <w:r w:rsidR="001D7B54" w:rsidRPr="00FA3DD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3DD6">
        <w:rPr>
          <w:rFonts w:ascii="Corbel" w:hAnsi="Corbel"/>
          <w:sz w:val="24"/>
          <w:szCs w:val="24"/>
        </w:rPr>
        <w:t xml:space="preserve">  </w:t>
      </w:r>
    </w:p>
    <w:p w14:paraId="19A7D1E6" w14:textId="42B30011" w:rsidR="00675843" w:rsidRPr="00FA3DD6" w:rsidRDefault="0085747A" w:rsidP="004E32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Problematyka wykładu </w:t>
      </w:r>
      <w:r w:rsidR="004E3265" w:rsidRPr="00FA3DD6">
        <w:rPr>
          <w:rFonts w:ascii="Corbel" w:hAnsi="Corbel"/>
          <w:sz w:val="24"/>
          <w:szCs w:val="24"/>
        </w:rPr>
        <w:t xml:space="preserve">- </w:t>
      </w:r>
      <w:r w:rsidR="003F02B1" w:rsidRPr="00FA3DD6">
        <w:rPr>
          <w:rFonts w:ascii="Corbel" w:hAnsi="Corbel"/>
          <w:sz w:val="24"/>
          <w:szCs w:val="24"/>
        </w:rPr>
        <w:t>nie dotyczy</w:t>
      </w:r>
    </w:p>
    <w:p w14:paraId="2CD1FB62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A5A82F" w14:textId="77777777" w:rsidR="0085747A" w:rsidRPr="00FA3DD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3DD6">
        <w:rPr>
          <w:rFonts w:ascii="Corbel" w:hAnsi="Corbel"/>
          <w:sz w:val="24"/>
          <w:szCs w:val="24"/>
        </w:rPr>
        <w:t xml:space="preserve">, </w:t>
      </w:r>
      <w:r w:rsidRPr="00FA3DD6">
        <w:rPr>
          <w:rFonts w:ascii="Corbel" w:hAnsi="Corbel"/>
          <w:sz w:val="24"/>
          <w:szCs w:val="24"/>
        </w:rPr>
        <w:t xml:space="preserve">zajęć praktycznych </w:t>
      </w:r>
    </w:p>
    <w:p w14:paraId="0431D4CA" w14:textId="77777777" w:rsidR="0085747A" w:rsidRPr="00FA3DD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1CF521CF" w14:textId="77777777" w:rsidTr="00DA3D2D">
        <w:tc>
          <w:tcPr>
            <w:tcW w:w="9520" w:type="dxa"/>
          </w:tcPr>
          <w:p w14:paraId="06BD0854" w14:textId="77777777" w:rsidR="0085747A" w:rsidRPr="00FA3D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D2D" w:rsidRPr="00FA3DD6" w14:paraId="4F59FAEB" w14:textId="77777777" w:rsidTr="00DA3D2D">
        <w:tc>
          <w:tcPr>
            <w:tcW w:w="9520" w:type="dxa"/>
          </w:tcPr>
          <w:p w14:paraId="031ECAE2" w14:textId="2A17B434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podstawowych, budowanie motywacji.</w:t>
            </w:r>
          </w:p>
        </w:tc>
      </w:tr>
      <w:tr w:rsidR="006838F4" w:rsidRPr="00FA3DD6" w14:paraId="6B2A2CC1" w14:textId="77777777" w:rsidTr="002B7B03">
        <w:tc>
          <w:tcPr>
            <w:tcW w:w="9520" w:type="dxa"/>
          </w:tcPr>
          <w:p w14:paraId="685049C0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podejścia dyrektywnego w terapii osób z ASD.</w:t>
            </w:r>
          </w:p>
        </w:tc>
      </w:tr>
      <w:tr w:rsidR="006838F4" w:rsidRPr="00FA3DD6" w14:paraId="63EC9138" w14:textId="77777777" w:rsidTr="002B7B03">
        <w:tc>
          <w:tcPr>
            <w:tcW w:w="9520" w:type="dxa"/>
          </w:tcPr>
          <w:p w14:paraId="669E59EC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Podstawy teoretyczne stosowanej analizy zachowania.</w:t>
            </w:r>
          </w:p>
        </w:tc>
      </w:tr>
      <w:tr w:rsidR="003D0A45" w:rsidRPr="00FA3DD6" w14:paraId="5B555C66" w14:textId="77777777" w:rsidTr="002B7B03">
        <w:tc>
          <w:tcPr>
            <w:tcW w:w="9520" w:type="dxa"/>
          </w:tcPr>
          <w:p w14:paraId="49F872B5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procesu uczenia się osób z autyzmem.</w:t>
            </w:r>
          </w:p>
        </w:tc>
      </w:tr>
      <w:tr w:rsidR="003D0A45" w:rsidRPr="00FA3DD6" w14:paraId="026741B8" w14:textId="77777777" w:rsidTr="002B7B03">
        <w:tc>
          <w:tcPr>
            <w:tcW w:w="9520" w:type="dxa"/>
          </w:tcPr>
          <w:p w14:paraId="74C69C4E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nauczania osób z autyzmem w koncepcji behawioralnej.</w:t>
            </w:r>
          </w:p>
        </w:tc>
      </w:tr>
      <w:tr w:rsidR="003D0A45" w:rsidRPr="00FA3DD6" w14:paraId="0ECEE23F" w14:textId="77777777" w:rsidTr="002B7B03">
        <w:tc>
          <w:tcPr>
            <w:tcW w:w="9520" w:type="dxa"/>
          </w:tcPr>
          <w:p w14:paraId="4E50DA2D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Koncepcja zachowań werbalnych F. B. Skinnera.</w:t>
            </w:r>
          </w:p>
        </w:tc>
      </w:tr>
      <w:tr w:rsidR="00DA3D2D" w:rsidRPr="00FA3DD6" w14:paraId="36E44C6C" w14:textId="77777777" w:rsidTr="00DA3D2D">
        <w:tc>
          <w:tcPr>
            <w:tcW w:w="9520" w:type="dxa"/>
          </w:tcPr>
          <w:p w14:paraId="515EA4C7" w14:textId="6A68EC68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środków dydaktycznych, kryteria doboru środków dydaktycznych.</w:t>
            </w:r>
          </w:p>
        </w:tc>
      </w:tr>
      <w:tr w:rsidR="00DA3D2D" w:rsidRPr="00FA3DD6" w14:paraId="627F9366" w14:textId="77777777" w:rsidTr="00DA3D2D">
        <w:tc>
          <w:tcPr>
            <w:tcW w:w="9520" w:type="dxa"/>
          </w:tcPr>
          <w:p w14:paraId="576F438E" w14:textId="5642307D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naśladowania.</w:t>
            </w:r>
          </w:p>
        </w:tc>
      </w:tr>
      <w:tr w:rsidR="00DA3D2D" w:rsidRPr="00FA3DD6" w14:paraId="0151FADB" w14:textId="77777777" w:rsidTr="00DA3D2D">
        <w:tc>
          <w:tcPr>
            <w:tcW w:w="9520" w:type="dxa"/>
          </w:tcPr>
          <w:p w14:paraId="3FA03D07" w14:textId="444B1C0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dopasowywania i sortowania.</w:t>
            </w:r>
          </w:p>
        </w:tc>
      </w:tr>
      <w:tr w:rsidR="00DA3D2D" w:rsidRPr="00FA3DD6" w14:paraId="5DED927E" w14:textId="77777777" w:rsidTr="00DA3D2D">
        <w:tc>
          <w:tcPr>
            <w:tcW w:w="9520" w:type="dxa"/>
          </w:tcPr>
          <w:p w14:paraId="00B2943D" w14:textId="107F129C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receptywnych umiejętności językowych.</w:t>
            </w:r>
          </w:p>
        </w:tc>
      </w:tr>
      <w:tr w:rsidR="00DA3D2D" w:rsidRPr="00FA3DD6" w14:paraId="427A551A" w14:textId="77777777" w:rsidTr="00DA3D2D">
        <w:tc>
          <w:tcPr>
            <w:tcW w:w="9520" w:type="dxa"/>
          </w:tcPr>
          <w:p w14:paraId="56A99307" w14:textId="75F9AAE2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ekspresywnych umiejętności językowych.</w:t>
            </w:r>
          </w:p>
        </w:tc>
      </w:tr>
      <w:tr w:rsidR="00DA3D2D" w:rsidRPr="00FA3DD6" w14:paraId="59E786B9" w14:textId="77777777" w:rsidTr="00DA3D2D">
        <w:tc>
          <w:tcPr>
            <w:tcW w:w="9520" w:type="dxa"/>
          </w:tcPr>
          <w:p w14:paraId="552A7C18" w14:textId="061D937F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umiejętności przedszkolnych i szkolnych.</w:t>
            </w:r>
          </w:p>
        </w:tc>
      </w:tr>
      <w:tr w:rsidR="00DA3D2D" w:rsidRPr="00FA3DD6" w14:paraId="281B3143" w14:textId="77777777" w:rsidTr="00DA3D2D">
        <w:tc>
          <w:tcPr>
            <w:tcW w:w="9520" w:type="dxa"/>
          </w:tcPr>
          <w:p w14:paraId="4159ABA8" w14:textId="37B01820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umiejętności samoobsługowych.</w:t>
            </w:r>
          </w:p>
        </w:tc>
      </w:tr>
      <w:tr w:rsidR="00DA3D2D" w:rsidRPr="00FA3DD6" w14:paraId="4BA66D98" w14:textId="77777777" w:rsidTr="00DA3D2D">
        <w:tc>
          <w:tcPr>
            <w:tcW w:w="9520" w:type="dxa"/>
          </w:tcPr>
          <w:p w14:paraId="1ADDD7A4" w14:textId="799A44CF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społecznych i rozwijanie umiejętności zabawy.</w:t>
            </w:r>
          </w:p>
        </w:tc>
      </w:tr>
      <w:tr w:rsidR="00DA3D2D" w:rsidRPr="00FA3DD6" w14:paraId="62A9B05D" w14:textId="77777777" w:rsidTr="00DA3D2D">
        <w:tc>
          <w:tcPr>
            <w:tcW w:w="9520" w:type="dxa"/>
          </w:tcPr>
          <w:p w14:paraId="49FBF9C4" w14:textId="2E4EBA74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Rejestracja przebiegu terapii i ocena efektywności oddziaływań.</w:t>
            </w:r>
          </w:p>
        </w:tc>
      </w:tr>
      <w:tr w:rsidR="00DA3D2D" w:rsidRPr="00FA3DD6" w14:paraId="7467CFC6" w14:textId="77777777" w:rsidTr="00DA3D2D">
        <w:tc>
          <w:tcPr>
            <w:tcW w:w="9520" w:type="dxa"/>
          </w:tcPr>
          <w:p w14:paraId="744ACB57" w14:textId="1D53B45B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Analiza materiału filmowego – metoda indywidualnego przypadku.</w:t>
            </w:r>
          </w:p>
        </w:tc>
      </w:tr>
      <w:tr w:rsidR="003D0A45" w:rsidRPr="00FA3DD6" w14:paraId="0CB2EB96" w14:textId="77777777" w:rsidTr="002B7B03">
        <w:tc>
          <w:tcPr>
            <w:tcW w:w="9520" w:type="dxa"/>
          </w:tcPr>
          <w:p w14:paraId="74DE3C0E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Współpraca z rodziną dziecka z ASD w procesie terapii.</w:t>
            </w:r>
          </w:p>
        </w:tc>
      </w:tr>
      <w:tr w:rsidR="00DA3D2D" w:rsidRPr="00FA3DD6" w14:paraId="7E48251E" w14:textId="77777777" w:rsidTr="00DA3D2D">
        <w:tc>
          <w:tcPr>
            <w:tcW w:w="9520" w:type="dxa"/>
          </w:tcPr>
          <w:p w14:paraId="22DFC9A9" w14:textId="2F3AD416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Opracowywanie programów terapii behawioralnej – ćwiczenia praktyczne.</w:t>
            </w:r>
          </w:p>
        </w:tc>
      </w:tr>
    </w:tbl>
    <w:p w14:paraId="30C4F01A" w14:textId="01FDCC08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BE732" w14:textId="77777777" w:rsidR="0085747A" w:rsidRPr="00FA3DD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3.4 Metody dydaktyczne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2B212329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A3429" w14:textId="0E8278A5" w:rsidR="00DA3D2D" w:rsidRPr="00FA3DD6" w:rsidRDefault="003D0A45" w:rsidP="00DA3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 xml:space="preserve">Warsztaty: </w:t>
      </w:r>
      <w:r w:rsidR="00DA3D2D" w:rsidRPr="00FA3DD6">
        <w:rPr>
          <w:rFonts w:ascii="Corbel" w:hAnsi="Corbel"/>
          <w:b w:val="0"/>
          <w:smallCaps w:val="0"/>
          <w:szCs w:val="24"/>
        </w:rPr>
        <w:t>analiza nagrań filmowych, praca w grupach, metoda projektów</w:t>
      </w:r>
      <w:r w:rsidRPr="00FA3DD6">
        <w:rPr>
          <w:rFonts w:ascii="Corbel" w:hAnsi="Corbel"/>
          <w:b w:val="0"/>
          <w:smallCaps w:val="0"/>
          <w:szCs w:val="24"/>
        </w:rPr>
        <w:t>, dyskusja, prezentacje multimedialne</w:t>
      </w:r>
    </w:p>
    <w:p w14:paraId="68166CC2" w14:textId="77777777" w:rsidR="004E3265" w:rsidRPr="00FA3DD6" w:rsidRDefault="004E32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077B74" w14:textId="0785278F" w:rsidR="0085747A" w:rsidRPr="00FA3DD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 </w:t>
      </w:r>
      <w:r w:rsidR="0085747A" w:rsidRPr="00FA3DD6">
        <w:rPr>
          <w:rFonts w:ascii="Corbel" w:hAnsi="Corbel"/>
          <w:smallCaps w:val="0"/>
          <w:szCs w:val="24"/>
        </w:rPr>
        <w:t>METODY I KRYTERIA OCENY</w:t>
      </w:r>
      <w:r w:rsidR="009F4610" w:rsidRPr="00FA3DD6">
        <w:rPr>
          <w:rFonts w:ascii="Corbel" w:hAnsi="Corbel"/>
          <w:smallCaps w:val="0"/>
          <w:szCs w:val="24"/>
        </w:rPr>
        <w:t xml:space="preserve"> </w:t>
      </w:r>
    </w:p>
    <w:p w14:paraId="6617C5F7" w14:textId="77777777" w:rsidR="00923D7D" w:rsidRPr="00FA3DD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1270BE" w14:textId="77777777" w:rsidR="0085747A" w:rsidRPr="00FA3DD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3DD6">
        <w:rPr>
          <w:rFonts w:ascii="Corbel" w:hAnsi="Corbel"/>
          <w:smallCaps w:val="0"/>
          <w:szCs w:val="24"/>
        </w:rPr>
        <w:t>uczenia się</w:t>
      </w:r>
    </w:p>
    <w:p w14:paraId="137C04F7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55"/>
        <w:gridCol w:w="2403"/>
      </w:tblGrid>
      <w:tr w:rsidR="0085747A" w:rsidRPr="00FA3DD6" w14:paraId="6458E427" w14:textId="77777777" w:rsidTr="003D0A45">
        <w:tc>
          <w:tcPr>
            <w:tcW w:w="1962" w:type="dxa"/>
            <w:vAlign w:val="center"/>
          </w:tcPr>
          <w:p w14:paraId="17D72657" w14:textId="77777777" w:rsidR="0085747A" w:rsidRPr="00FA3D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55" w:type="dxa"/>
            <w:vAlign w:val="center"/>
          </w:tcPr>
          <w:p w14:paraId="33E68A55" w14:textId="77777777" w:rsidR="0085747A" w:rsidRPr="00FA3DD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55B798" w14:textId="77777777" w:rsidR="0085747A" w:rsidRPr="00FA3D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73AA38FB" w14:textId="5D5085F2" w:rsidR="0085747A" w:rsidRPr="00FA3DD6" w:rsidRDefault="0085747A" w:rsidP="003D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C1EE0" w:rsidRPr="00FA3DD6" w14:paraId="0C5A4ADC" w14:textId="77777777" w:rsidTr="003D0A45">
        <w:tc>
          <w:tcPr>
            <w:tcW w:w="1962" w:type="dxa"/>
          </w:tcPr>
          <w:p w14:paraId="41358675" w14:textId="2757F52B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155" w:type="dxa"/>
          </w:tcPr>
          <w:p w14:paraId="3D740B9F" w14:textId="2FA0199A" w:rsidR="00EC1EE0" w:rsidRPr="00FA3DD6" w:rsidRDefault="00EC1EE0" w:rsidP="00EC1EE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27EEB9CA" w14:textId="2C2FF5A2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D0CD71C" w14:textId="77777777" w:rsidTr="003D0A45">
        <w:tc>
          <w:tcPr>
            <w:tcW w:w="1962" w:type="dxa"/>
          </w:tcPr>
          <w:p w14:paraId="7EF6908B" w14:textId="746527D1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lastRenderedPageBreak/>
              <w:t>EK_02</w:t>
            </w:r>
          </w:p>
        </w:tc>
        <w:tc>
          <w:tcPr>
            <w:tcW w:w="5155" w:type="dxa"/>
          </w:tcPr>
          <w:p w14:paraId="54140E4B" w14:textId="53E97094" w:rsidR="00EC1EE0" w:rsidRPr="00FA3DD6" w:rsidRDefault="00EC1EE0" w:rsidP="00EC1EE0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20753F5F" w14:textId="5EE6953B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3045C0F0" w14:textId="77777777" w:rsidTr="003D0A45">
        <w:tc>
          <w:tcPr>
            <w:tcW w:w="1962" w:type="dxa"/>
          </w:tcPr>
          <w:p w14:paraId="24894B75" w14:textId="67B57BC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155" w:type="dxa"/>
          </w:tcPr>
          <w:p w14:paraId="42209FFF" w14:textId="0C334BC1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78A6C0F7" w14:textId="15758BA8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E454E2C" w14:textId="77777777" w:rsidTr="003D0A45">
        <w:tc>
          <w:tcPr>
            <w:tcW w:w="1962" w:type="dxa"/>
          </w:tcPr>
          <w:p w14:paraId="5EBEA4B6" w14:textId="385A6F10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155" w:type="dxa"/>
          </w:tcPr>
          <w:p w14:paraId="52C1B60E" w14:textId="3D6080C4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6C720C0D" w14:textId="6BFD9C0D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16E5418C" w14:textId="77777777" w:rsidTr="003D0A45">
        <w:tc>
          <w:tcPr>
            <w:tcW w:w="1962" w:type="dxa"/>
          </w:tcPr>
          <w:p w14:paraId="50FA6C40" w14:textId="006396A0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155" w:type="dxa"/>
          </w:tcPr>
          <w:p w14:paraId="3217AF6A" w14:textId="57026EFC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51B13904" w14:textId="12543628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5AF7E02A" w14:textId="77777777" w:rsidTr="003D0A45">
        <w:tc>
          <w:tcPr>
            <w:tcW w:w="1962" w:type="dxa"/>
          </w:tcPr>
          <w:p w14:paraId="23A5B8FC" w14:textId="07963B7D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155" w:type="dxa"/>
          </w:tcPr>
          <w:p w14:paraId="27B654CB" w14:textId="1368AAEB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18DFC0E5" w14:textId="13CF90EA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FACF192" w14:textId="77777777" w:rsidTr="003D0A45">
        <w:tc>
          <w:tcPr>
            <w:tcW w:w="1962" w:type="dxa"/>
          </w:tcPr>
          <w:p w14:paraId="27CEEE7B" w14:textId="2974E934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155" w:type="dxa"/>
          </w:tcPr>
          <w:p w14:paraId="489FA8F1" w14:textId="3171A608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30211199" w14:textId="50B3C9DF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3864AD9" w14:textId="77777777" w:rsidTr="003D0A45">
        <w:tc>
          <w:tcPr>
            <w:tcW w:w="1962" w:type="dxa"/>
          </w:tcPr>
          <w:p w14:paraId="72AED700" w14:textId="052339FD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155" w:type="dxa"/>
          </w:tcPr>
          <w:p w14:paraId="387B1429" w14:textId="32ADBE55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14:paraId="64C137CB" w14:textId="66ED1586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19ECFB37" w14:textId="77777777" w:rsidTr="003D0A45">
        <w:tc>
          <w:tcPr>
            <w:tcW w:w="1962" w:type="dxa"/>
          </w:tcPr>
          <w:p w14:paraId="08316BBA" w14:textId="33745BCA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155" w:type="dxa"/>
          </w:tcPr>
          <w:p w14:paraId="6AFE85FA" w14:textId="7C975293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4166A5A1" w14:textId="5EE35E09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361942F2" w14:textId="77777777" w:rsidTr="003D0A45">
        <w:tc>
          <w:tcPr>
            <w:tcW w:w="1962" w:type="dxa"/>
          </w:tcPr>
          <w:p w14:paraId="055F29C2" w14:textId="11F23169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155" w:type="dxa"/>
          </w:tcPr>
          <w:p w14:paraId="2ED19A2B" w14:textId="37378AD3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3A144148" w14:textId="0D14B20D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792D253" w14:textId="77777777" w:rsidTr="003D0A45">
        <w:tc>
          <w:tcPr>
            <w:tcW w:w="1962" w:type="dxa"/>
          </w:tcPr>
          <w:p w14:paraId="7541A405" w14:textId="135E3CE3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155" w:type="dxa"/>
          </w:tcPr>
          <w:p w14:paraId="723E3DB0" w14:textId="5718597C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58D17C1A" w14:textId="7555D5F9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0A51E79" w14:textId="77777777" w:rsidR="00923D7D" w:rsidRPr="00FA3DD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EBE81" w14:textId="77777777" w:rsidR="0085747A" w:rsidRPr="00FA3DD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4.2 </w:t>
      </w:r>
      <w:r w:rsidR="0085747A" w:rsidRPr="00FA3DD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3DD6">
        <w:rPr>
          <w:rFonts w:ascii="Corbel" w:hAnsi="Corbel"/>
          <w:smallCaps w:val="0"/>
          <w:szCs w:val="24"/>
        </w:rPr>
        <w:t xml:space="preserve"> </w:t>
      </w:r>
    </w:p>
    <w:p w14:paraId="542F3DB2" w14:textId="77777777" w:rsidR="00923D7D" w:rsidRPr="00FA3DD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3DD6" w14:paraId="3D93A4F4" w14:textId="77777777" w:rsidTr="00923D7D">
        <w:tc>
          <w:tcPr>
            <w:tcW w:w="9670" w:type="dxa"/>
          </w:tcPr>
          <w:p w14:paraId="3F572D7C" w14:textId="77777777" w:rsidR="0085747A" w:rsidRPr="00FA3DD6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A74238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kolokwium,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projektowej</w:t>
            </w:r>
            <w:r w:rsidR="0028353D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– programu terapii behawioralnej dla dziecka z autyzmem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</w:p>
          <w:p w14:paraId="307CC4B8" w14:textId="78A8F31F" w:rsidR="004E3265" w:rsidRPr="00FA3DD6" w:rsidRDefault="004E3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Ocena zostanie określona w sposób tradycyjny</w:t>
            </w:r>
          </w:p>
        </w:tc>
      </w:tr>
    </w:tbl>
    <w:p w14:paraId="642C03DF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9D7D0C" w14:textId="77777777" w:rsidR="009F4610" w:rsidRPr="00FA3DD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5. </w:t>
      </w:r>
      <w:r w:rsidR="00C61DC5" w:rsidRPr="00FA3DD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D2F293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A3DD6" w14:paraId="7855B223" w14:textId="77777777" w:rsidTr="00EC1EE0">
        <w:tc>
          <w:tcPr>
            <w:tcW w:w="5274" w:type="dxa"/>
            <w:vAlign w:val="center"/>
          </w:tcPr>
          <w:p w14:paraId="1AB0DA9B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0DBF20B0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3DD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3DD6" w14:paraId="44541918" w14:textId="77777777" w:rsidTr="00EC1EE0">
        <w:tc>
          <w:tcPr>
            <w:tcW w:w="5274" w:type="dxa"/>
          </w:tcPr>
          <w:p w14:paraId="0A9FDD62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3DD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3DD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3DD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3DD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31FCA509" w14:textId="689E63A3" w:rsidR="0085747A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A3DD6" w14:paraId="26B16251" w14:textId="77777777" w:rsidTr="00EC1EE0">
        <w:tc>
          <w:tcPr>
            <w:tcW w:w="5274" w:type="dxa"/>
          </w:tcPr>
          <w:p w14:paraId="69538ADA" w14:textId="77777777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02C4EE" w14:textId="66458A43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ud</w:t>
            </w:r>
            <w:r w:rsidR="00EC1EE0" w:rsidRPr="00FA3DD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14:paraId="1649C258" w14:textId="1F6161CC" w:rsidR="00C61DC5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FA3DD6" w14:paraId="59D6E57E" w14:textId="77777777" w:rsidTr="00EC1EE0">
        <w:trPr>
          <w:trHeight w:val="1844"/>
        </w:trPr>
        <w:tc>
          <w:tcPr>
            <w:tcW w:w="5274" w:type="dxa"/>
          </w:tcPr>
          <w:p w14:paraId="7E1587AD" w14:textId="73CDA693" w:rsidR="0071620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:</w:t>
            </w:r>
          </w:p>
          <w:p w14:paraId="173EB318" w14:textId="5B695464" w:rsidR="00A74238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2D774C4" w14:textId="02EF71A2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36E6F86B" w14:textId="09B19150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B02F847" w14:textId="2C2411A2" w:rsidR="00C61DC5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246" w:type="dxa"/>
          </w:tcPr>
          <w:p w14:paraId="1C75504C" w14:textId="24D57039" w:rsidR="00C61DC5" w:rsidRPr="00FA3DD6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D6F31E" w14:textId="76334F43" w:rsidR="00A74238" w:rsidRPr="00FA3DD6" w:rsidRDefault="00EC1EE0" w:rsidP="00EC1E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12</w:t>
            </w:r>
          </w:p>
          <w:p w14:paraId="637DD269" w14:textId="7FF9DF68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7D166607" w14:textId="0951E431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5BFB7C28" w14:textId="4C0C2AB3" w:rsidR="00A74238" w:rsidRPr="00FA3DD6" w:rsidRDefault="00EC1EE0" w:rsidP="00A742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FA3DD6" w14:paraId="598F9C7F" w14:textId="77777777" w:rsidTr="00EC1EE0">
        <w:tc>
          <w:tcPr>
            <w:tcW w:w="5274" w:type="dxa"/>
          </w:tcPr>
          <w:p w14:paraId="242F003F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A2932D3" w14:textId="1E41AFAA" w:rsidR="0085747A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3DD6" w14:paraId="1AEEC7EB" w14:textId="77777777" w:rsidTr="00EC1EE0">
        <w:tc>
          <w:tcPr>
            <w:tcW w:w="5274" w:type="dxa"/>
          </w:tcPr>
          <w:p w14:paraId="757397CA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E93108C" w14:textId="690795B7" w:rsidR="0085747A" w:rsidRPr="00FA3DD6" w:rsidRDefault="00BA229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A24CE7" w14:textId="5EEA7110" w:rsidR="003E1941" w:rsidRPr="00FA3DD6" w:rsidRDefault="00923D7D" w:rsidP="004E326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3DD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3DD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6CF449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6. </w:t>
      </w:r>
      <w:r w:rsidR="0085747A" w:rsidRPr="00FA3DD6">
        <w:rPr>
          <w:rFonts w:ascii="Corbel" w:hAnsi="Corbel"/>
          <w:smallCaps w:val="0"/>
          <w:szCs w:val="24"/>
        </w:rPr>
        <w:t>PRAKTYKI ZAWO</w:t>
      </w:r>
      <w:r w:rsidR="009D3F3B" w:rsidRPr="00FA3DD6">
        <w:rPr>
          <w:rFonts w:ascii="Corbel" w:hAnsi="Corbel"/>
          <w:smallCaps w:val="0"/>
          <w:szCs w:val="24"/>
        </w:rPr>
        <w:t>DOWE W RAMACH PRZEDMIOTU</w:t>
      </w:r>
    </w:p>
    <w:p w14:paraId="07E48178" w14:textId="77777777" w:rsidR="0085747A" w:rsidRPr="00FA3DD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A3DD6" w14:paraId="590EDA43" w14:textId="77777777" w:rsidTr="00EC1EE0">
        <w:trPr>
          <w:trHeight w:val="397"/>
        </w:trPr>
        <w:tc>
          <w:tcPr>
            <w:tcW w:w="4082" w:type="dxa"/>
          </w:tcPr>
          <w:p w14:paraId="64479BA7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2B4550" w14:textId="2C1170A6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3DD6" w14:paraId="57C83635" w14:textId="77777777" w:rsidTr="00EC1EE0">
        <w:trPr>
          <w:trHeight w:val="397"/>
        </w:trPr>
        <w:tc>
          <w:tcPr>
            <w:tcW w:w="4082" w:type="dxa"/>
          </w:tcPr>
          <w:p w14:paraId="29D83221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607E424" w14:textId="7EE4429C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83DC0F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C4B8E4" w14:textId="15DC666B" w:rsidR="0085747A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7. </w:t>
      </w:r>
      <w:r w:rsidR="0085747A" w:rsidRPr="00FA3DD6">
        <w:rPr>
          <w:rFonts w:ascii="Corbel" w:hAnsi="Corbel"/>
          <w:smallCaps w:val="0"/>
          <w:szCs w:val="24"/>
        </w:rPr>
        <w:t>LITERATURA</w:t>
      </w:r>
      <w:r w:rsidRPr="00FA3DD6">
        <w:rPr>
          <w:rFonts w:ascii="Corbel" w:hAnsi="Corbel"/>
          <w:smallCaps w:val="0"/>
          <w:szCs w:val="24"/>
        </w:rPr>
        <w:t xml:space="preserve"> </w:t>
      </w:r>
    </w:p>
    <w:p w14:paraId="08F5C1B2" w14:textId="77777777" w:rsidR="00675843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A3DD6" w14:paraId="4A59257F" w14:textId="77777777" w:rsidTr="003F02B1">
        <w:trPr>
          <w:trHeight w:val="5255"/>
        </w:trPr>
        <w:tc>
          <w:tcPr>
            <w:tcW w:w="9497" w:type="dxa"/>
          </w:tcPr>
          <w:p w14:paraId="7C1C3001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5A0D36C3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Ayllon T.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stosować gospodarkę żetonową i system punktowy, Seria: Jak kierować zachowaniem,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2000</w:t>
            </w:r>
          </w:p>
          <w:p w14:paraId="47FACBBA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Bąbel, P., </w:t>
            </w:r>
            <w:r w:rsidRPr="00FA3D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Terapia behawioralna zaburzeń rozwoju z perspektywy analizy zachowania, 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Psychologia Rozwojowa 2011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16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(3)</w:t>
            </w:r>
          </w:p>
          <w:p w14:paraId="7B668631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Współczesna psychologia behawioralna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27370E06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 Suchowierska M.,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2010</w:t>
            </w:r>
          </w:p>
          <w:p w14:paraId="0621B85A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Esveldt-Dawson K., Kazdin A. E.,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utrwalać wyuczone zachowanie, Seria: Jak kierować zachowaniem</w:t>
            </w:r>
            <w:r w:rsidRPr="00FA3DD6">
              <w:rPr>
                <w:rFonts w:ascii="Corbel" w:hAnsi="Corbel"/>
                <w:sz w:val="24"/>
                <w:szCs w:val="24"/>
              </w:rPr>
              <w:t>, Gdańsk 2000</w:t>
            </w:r>
          </w:p>
          <w:p w14:paraId="03CFA66E" w14:textId="65B62410" w:rsidR="0007437C" w:rsidRPr="00FA3DD6" w:rsidRDefault="0007437C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Stosowana analiza zachowania – zastosowanie teorii uczenia się w praktyce edukacyjnej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[w:] Kwartalnik Edukacyjny 3 (74), 2013</w:t>
            </w:r>
          </w:p>
          <w:p w14:paraId="1792785F" w14:textId="5EAF05D8" w:rsidR="0028353D" w:rsidRPr="00FA3DD6" w:rsidRDefault="0028353D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Terapia mowy dzieci z autyzmem w koncepcji stosowanej analizy zachowania</w:t>
            </w:r>
            <w:r w:rsidRPr="00FA3DD6">
              <w:rPr>
                <w:rFonts w:ascii="Corbel" w:hAnsi="Corbel"/>
                <w:sz w:val="24"/>
                <w:szCs w:val="24"/>
              </w:rPr>
              <w:t>, Forum Logopedyczne Nr 22/2014</w:t>
            </w:r>
          </w:p>
          <w:p w14:paraId="56AA02B3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Mackintosh N. J., Colman A. M.,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Zdolności a proces uczenia się,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Poznań 2002</w:t>
            </w:r>
          </w:p>
          <w:p w14:paraId="53367B19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FA3DD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6C1D4166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FA3DD6">
              <w:rPr>
                <w:rFonts w:ascii="Corbel" w:hAnsi="Corbel"/>
                <w:sz w:val="24"/>
                <w:szCs w:val="24"/>
              </w:rPr>
              <w:t>, Sopot 2012</w:t>
            </w:r>
          </w:p>
          <w:p w14:paraId="57148C59" w14:textId="7AC397B3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color w:val="000000"/>
                <w:sz w:val="24"/>
                <w:szCs w:val="24"/>
              </w:rPr>
            </w:pPr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>Schopler E., Ćwiczenia edukacyjne dla dzieci autystycznych, SPOA, 1995</w:t>
            </w:r>
          </w:p>
        </w:tc>
      </w:tr>
      <w:tr w:rsidR="0085747A" w:rsidRPr="00FA3DD6" w14:paraId="7D876676" w14:textId="77777777" w:rsidTr="003F02B1">
        <w:trPr>
          <w:trHeight w:val="397"/>
        </w:trPr>
        <w:tc>
          <w:tcPr>
            <w:tcW w:w="9497" w:type="dxa"/>
          </w:tcPr>
          <w:p w14:paraId="2C3C6DD5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C1EDAF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Procesy warunkowania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, [w:] red. Strelau J.,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Psychologia. Podręcznik akademicki</w:t>
            </w:r>
            <w:r w:rsidRPr="00FA3DD6">
              <w:rPr>
                <w:rFonts w:ascii="Corbel" w:hAnsi="Corbel"/>
                <w:sz w:val="24"/>
                <w:szCs w:val="24"/>
              </w:rPr>
              <w:t>, Gdańsk 2004</w:t>
            </w:r>
          </w:p>
          <w:p w14:paraId="67C83A33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076D9863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  <w:lang w:val="en-US"/>
              </w:rPr>
            </w:pPr>
            <w:r w:rsidRPr="00FA3DD6">
              <w:rPr>
                <w:rFonts w:ascii="Corbel" w:hAnsi="Corbel"/>
                <w:sz w:val="24"/>
                <w:szCs w:val="24"/>
                <w:lang w:val="en-US"/>
              </w:rPr>
              <w:t xml:space="preserve">Leaf R., McEachin J., </w:t>
            </w:r>
            <w:r w:rsidRPr="00FA3DD6">
              <w:rPr>
                <w:rFonts w:ascii="Corbel" w:hAnsi="Corbel"/>
                <w:i/>
                <w:sz w:val="24"/>
                <w:szCs w:val="24"/>
                <w:lang w:val="en-US"/>
              </w:rPr>
              <w:t>A work in Progress</w:t>
            </w:r>
            <w:r w:rsidRPr="00FA3DD6">
              <w:rPr>
                <w:rFonts w:ascii="Corbel" w:hAnsi="Corbel"/>
                <w:sz w:val="24"/>
                <w:szCs w:val="24"/>
                <w:lang w:val="en-US"/>
              </w:rPr>
              <w:t>, New York 1999</w:t>
            </w:r>
          </w:p>
          <w:p w14:paraId="127BC9FC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Lovaas I.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Nauczanie dzieci niepełnosprawnych umysłowo</w:t>
            </w:r>
            <w:r w:rsidRPr="00FA3DD6">
              <w:rPr>
                <w:rFonts w:ascii="Corbel" w:hAnsi="Corbel"/>
                <w:sz w:val="24"/>
                <w:szCs w:val="24"/>
              </w:rPr>
              <w:t>, Warszawa 1993</w:t>
            </w:r>
          </w:p>
          <w:p w14:paraId="32008EFB" w14:textId="71BF5C8D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Lew-Koralewicz A.,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 xml:space="preserve"> </w:t>
            </w:r>
            <w:r w:rsidR="0007437C" w:rsidRPr="00FA3DD6">
              <w:rPr>
                <w:rFonts w:ascii="Corbel" w:hAnsi="Corbel"/>
                <w:i/>
                <w:iCs/>
                <w:sz w:val="24"/>
                <w:szCs w:val="24"/>
              </w:rPr>
              <w:t>Zachowania trudne małych dzieci z zaburzeniami rozwoju – uwarunkowania, profilaktyka, terapia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5A7A0321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Knapp J., Turnbull C., KOMPLETNY PROGRAM TERAPII SAZ dla osób z zaburzeniami ze spektrum autyzmu w wieku rozwojowym od 1 roku do 4 lat, Gdańsk 2017</w:t>
            </w:r>
          </w:p>
          <w:p w14:paraId="15D701ED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Ball J., Autyzm a wczesna interwencja, Sopot 2016</w:t>
            </w:r>
          </w:p>
          <w:p w14:paraId="590059F1" w14:textId="402E0D31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Rogers S. J., Dawson G., Vismara L.A., Metoda wczesnego startu dla dziecka z autyzmem, Kraków 2014</w:t>
            </w:r>
          </w:p>
        </w:tc>
      </w:tr>
    </w:tbl>
    <w:p w14:paraId="22C94D7E" w14:textId="77777777" w:rsidR="0085747A" w:rsidRPr="00FA3DD6" w:rsidRDefault="0085747A" w:rsidP="00A742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E9FDC" w14:textId="77777777" w:rsidR="0085747A" w:rsidRPr="00FA3D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6DD9C8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63466E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1A648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48AB18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87E99" w14:textId="2364185A" w:rsidR="00EC1EE0" w:rsidRPr="00FA3DD6" w:rsidRDefault="00EC1EE0" w:rsidP="00EC1EE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C1EE0" w:rsidRPr="00FA3D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25CCB" w14:textId="77777777" w:rsidR="00495794" w:rsidRDefault="00495794" w:rsidP="00C16ABF">
      <w:pPr>
        <w:spacing w:after="0" w:line="240" w:lineRule="auto"/>
      </w:pPr>
      <w:r>
        <w:separator/>
      </w:r>
    </w:p>
  </w:endnote>
  <w:endnote w:type="continuationSeparator" w:id="0">
    <w:p w14:paraId="155C7D3C" w14:textId="77777777" w:rsidR="00495794" w:rsidRDefault="004957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963B0" w14:textId="77777777" w:rsidR="00495794" w:rsidRDefault="00495794" w:rsidP="00C16ABF">
      <w:pPr>
        <w:spacing w:after="0" w:line="240" w:lineRule="auto"/>
      </w:pPr>
      <w:r>
        <w:separator/>
      </w:r>
    </w:p>
  </w:footnote>
  <w:footnote w:type="continuationSeparator" w:id="0">
    <w:p w14:paraId="5A87EC6C" w14:textId="77777777" w:rsidR="00495794" w:rsidRDefault="00495794" w:rsidP="00C16ABF">
      <w:pPr>
        <w:spacing w:after="0" w:line="240" w:lineRule="auto"/>
      </w:pPr>
      <w:r>
        <w:continuationSeparator/>
      </w:r>
    </w:p>
  </w:footnote>
  <w:footnote w:id="1">
    <w:p w14:paraId="5C59AAB9" w14:textId="77777777" w:rsidR="00A52107" w:rsidRDefault="00A5210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61E12"/>
    <w:multiLevelType w:val="hybridMultilevel"/>
    <w:tmpl w:val="A8703FC2"/>
    <w:lvl w:ilvl="0" w:tplc="77FC7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E293F"/>
    <w:multiLevelType w:val="hybridMultilevel"/>
    <w:tmpl w:val="83780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B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F90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27985"/>
    <w:rsid w:val="002336F9"/>
    <w:rsid w:val="0024028F"/>
    <w:rsid w:val="00244ABC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EC"/>
    <w:rsid w:val="00363F78"/>
    <w:rsid w:val="00374962"/>
    <w:rsid w:val="003A0A5B"/>
    <w:rsid w:val="003A1176"/>
    <w:rsid w:val="003C0BAE"/>
    <w:rsid w:val="003D0A45"/>
    <w:rsid w:val="003D18A9"/>
    <w:rsid w:val="003D6CE2"/>
    <w:rsid w:val="003E1941"/>
    <w:rsid w:val="003E2FE6"/>
    <w:rsid w:val="003E49D5"/>
    <w:rsid w:val="003F02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794"/>
    <w:rsid w:val="004968E2"/>
    <w:rsid w:val="004A3EEA"/>
    <w:rsid w:val="004A4D1F"/>
    <w:rsid w:val="004D3057"/>
    <w:rsid w:val="004D5282"/>
    <w:rsid w:val="004E182B"/>
    <w:rsid w:val="004E3265"/>
    <w:rsid w:val="004F1551"/>
    <w:rsid w:val="004F55A3"/>
    <w:rsid w:val="0050496F"/>
    <w:rsid w:val="00513B6F"/>
    <w:rsid w:val="00517C63"/>
    <w:rsid w:val="005363C4"/>
    <w:rsid w:val="00536BDE"/>
    <w:rsid w:val="00542A56"/>
    <w:rsid w:val="00543ACC"/>
    <w:rsid w:val="00553AF8"/>
    <w:rsid w:val="0056696D"/>
    <w:rsid w:val="0059484D"/>
    <w:rsid w:val="005A0855"/>
    <w:rsid w:val="005A3196"/>
    <w:rsid w:val="005C080F"/>
    <w:rsid w:val="005C55E5"/>
    <w:rsid w:val="005C696A"/>
    <w:rsid w:val="005D32C3"/>
    <w:rsid w:val="005E6E85"/>
    <w:rsid w:val="005F31D2"/>
    <w:rsid w:val="0061029B"/>
    <w:rsid w:val="00617230"/>
    <w:rsid w:val="00621CE1"/>
    <w:rsid w:val="00627FC9"/>
    <w:rsid w:val="00641582"/>
    <w:rsid w:val="00647FA8"/>
    <w:rsid w:val="00650C5F"/>
    <w:rsid w:val="00654934"/>
    <w:rsid w:val="006620D9"/>
    <w:rsid w:val="00671958"/>
    <w:rsid w:val="00675843"/>
    <w:rsid w:val="006838F4"/>
    <w:rsid w:val="00696477"/>
    <w:rsid w:val="006B2708"/>
    <w:rsid w:val="006B769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E4F"/>
    <w:rsid w:val="00724677"/>
    <w:rsid w:val="00725459"/>
    <w:rsid w:val="00727F8B"/>
    <w:rsid w:val="007327BD"/>
    <w:rsid w:val="00734608"/>
    <w:rsid w:val="00745302"/>
    <w:rsid w:val="007461D6"/>
    <w:rsid w:val="00746EC8"/>
    <w:rsid w:val="0074750A"/>
    <w:rsid w:val="00763BF1"/>
    <w:rsid w:val="00766FD4"/>
    <w:rsid w:val="0078168C"/>
    <w:rsid w:val="00787C2A"/>
    <w:rsid w:val="00790E27"/>
    <w:rsid w:val="007A265C"/>
    <w:rsid w:val="007A4022"/>
    <w:rsid w:val="007A6E6E"/>
    <w:rsid w:val="007B60AA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B2F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2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107"/>
    <w:rsid w:val="00A53FA5"/>
    <w:rsid w:val="00A54817"/>
    <w:rsid w:val="00A601C8"/>
    <w:rsid w:val="00A60799"/>
    <w:rsid w:val="00A74238"/>
    <w:rsid w:val="00A84C85"/>
    <w:rsid w:val="00A97DE1"/>
    <w:rsid w:val="00AB053C"/>
    <w:rsid w:val="00AD1146"/>
    <w:rsid w:val="00AD27D3"/>
    <w:rsid w:val="00AD284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FF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EE0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3DD6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86CE"/>
  <w15:docId w15:val="{EC16110B-FE92-4E15-B039-34464DAD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0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CEC96-4613-4C1D-9967-2FD9BDA60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1271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2020-01-30T09:58:00Z</cp:lastPrinted>
  <dcterms:created xsi:type="dcterms:W3CDTF">2020-02-03T08:21:00Z</dcterms:created>
  <dcterms:modified xsi:type="dcterms:W3CDTF">2024-02-27T07:30:00Z</dcterms:modified>
</cp:coreProperties>
</file>